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C05CBC" w:rsidRPr="00C05CBC" w:rsidRDefault="00EA3F05" w:rsidP="00C05CBC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lastRenderedPageBreak/>
        <w:t>JUHATUSE ESIMEES</w:t>
      </w:r>
    </w:p>
    <w:p w:rsidR="00F04693" w:rsidRDefault="00C05CBC" w:rsidP="00F04693">
      <w:pPr>
        <w:jc w:val="both"/>
        <w:rPr>
          <w:b/>
          <w:spacing w:val="0"/>
          <w:szCs w:val="24"/>
        </w:rPr>
      </w:pPr>
      <w:r w:rsidRPr="00C05CBC">
        <w:rPr>
          <w:b/>
          <w:spacing w:val="0"/>
          <w:szCs w:val="24"/>
        </w:rPr>
        <w:t>KÄSKKIRI</w:t>
      </w:r>
    </w:p>
    <w:p w:rsidR="00C05CBC" w:rsidRDefault="00C05CBC" w:rsidP="00F04693">
      <w:pPr>
        <w:jc w:val="both"/>
        <w:rPr>
          <w:b/>
          <w:spacing w:val="0"/>
          <w:szCs w:val="24"/>
        </w:rPr>
      </w:pPr>
    </w:p>
    <w:p w:rsidR="00C05CBC" w:rsidRDefault="00C05CBC" w:rsidP="00C05CBC">
      <w:pPr>
        <w:tabs>
          <w:tab w:val="left" w:pos="5103"/>
        </w:tabs>
        <w:jc w:val="both"/>
      </w:pPr>
      <w:r>
        <w:rPr>
          <w:b/>
          <w:spacing w:val="0"/>
          <w:szCs w:val="24"/>
        </w:rPr>
        <w:tab/>
      </w:r>
      <w:r w:rsidR="00E77C87">
        <w:rPr>
          <w:b/>
          <w:spacing w:val="0"/>
          <w:szCs w:val="24"/>
        </w:rPr>
        <w:tab/>
      </w:r>
      <w:r w:rsidR="00B80939">
        <w:t>02</w:t>
      </w:r>
      <w:r w:rsidRPr="00FA59AF">
        <w:t>. oktoober</w:t>
      </w:r>
      <w:r>
        <w:t xml:space="preserve"> 201</w:t>
      </w:r>
      <w:r w:rsidR="00DF7C18">
        <w:t>8</w:t>
      </w:r>
      <w:r w:rsidR="00EA3F05">
        <w:t xml:space="preserve"> nr 1-5/</w:t>
      </w:r>
      <w:r w:rsidR="00100BFF">
        <w:t>83</w:t>
      </w:r>
    </w:p>
    <w:p w:rsidR="00C05CBC" w:rsidRDefault="00C05CBC" w:rsidP="00C05CBC">
      <w:pPr>
        <w:tabs>
          <w:tab w:val="left" w:pos="5103"/>
        </w:tabs>
        <w:jc w:val="both"/>
      </w:pPr>
    </w:p>
    <w:p w:rsidR="00C05CBC" w:rsidRDefault="00C05CBC" w:rsidP="00C05CBC">
      <w:pPr>
        <w:tabs>
          <w:tab w:val="left" w:pos="5103"/>
        </w:tabs>
        <w:jc w:val="both"/>
        <w:rPr>
          <w:b/>
          <w:spacing w:val="0"/>
          <w:szCs w:val="24"/>
        </w:rPr>
      </w:pPr>
    </w:p>
    <w:p w:rsidR="00C05CBC" w:rsidRDefault="00C05CBC" w:rsidP="00C05CBC">
      <w:pPr>
        <w:rPr>
          <w:b/>
          <w:szCs w:val="24"/>
        </w:rPr>
      </w:pPr>
      <w:r>
        <w:rPr>
          <w:b/>
          <w:szCs w:val="24"/>
        </w:rPr>
        <w:t>Varade 201</w:t>
      </w:r>
      <w:r w:rsidR="00DF7C18">
        <w:rPr>
          <w:b/>
          <w:szCs w:val="24"/>
        </w:rPr>
        <w:t>8</w:t>
      </w:r>
      <w:r>
        <w:rPr>
          <w:b/>
          <w:szCs w:val="24"/>
        </w:rPr>
        <w:t xml:space="preserve">. aasta inventuuri läbiviimine </w:t>
      </w:r>
      <w:bookmarkStart w:id="0" w:name="_GoBack"/>
      <w:bookmarkEnd w:id="0"/>
    </w:p>
    <w:p w:rsidR="00C05CBC" w:rsidRDefault="00EA3F05" w:rsidP="00C05CBC">
      <w:pPr>
        <w:rPr>
          <w:b/>
          <w:szCs w:val="24"/>
        </w:rPr>
      </w:pPr>
      <w:r>
        <w:rPr>
          <w:b/>
          <w:szCs w:val="24"/>
        </w:rPr>
        <w:t>raamatupidamisosakonnas</w:t>
      </w:r>
      <w:r w:rsidR="00C05CBC">
        <w:rPr>
          <w:b/>
          <w:szCs w:val="24"/>
        </w:rPr>
        <w:t>, personaliosakonnas, õigusosakonnas,</w:t>
      </w:r>
    </w:p>
    <w:p w:rsidR="00C05CBC" w:rsidRDefault="00C05CBC" w:rsidP="00C05CBC">
      <w:pPr>
        <w:rPr>
          <w:b/>
          <w:szCs w:val="24"/>
        </w:rPr>
      </w:pPr>
      <w:r>
        <w:rPr>
          <w:b/>
          <w:szCs w:val="24"/>
        </w:rPr>
        <w:t xml:space="preserve">riigihangete osakonnas, </w:t>
      </w:r>
      <w:r w:rsidR="000A3F4E">
        <w:rPr>
          <w:b/>
          <w:szCs w:val="24"/>
        </w:rPr>
        <w:t>teabehaldus</w:t>
      </w:r>
      <w:r>
        <w:rPr>
          <w:b/>
          <w:szCs w:val="24"/>
        </w:rPr>
        <w:t xml:space="preserve">osakonnas, </w:t>
      </w:r>
    </w:p>
    <w:p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  <w:r>
        <w:rPr>
          <w:b/>
          <w:szCs w:val="24"/>
        </w:rPr>
        <w:t xml:space="preserve">kommunikatsiooniosakonnas, </w:t>
      </w:r>
      <w:r w:rsidR="00C0581E">
        <w:rPr>
          <w:b/>
          <w:szCs w:val="24"/>
        </w:rPr>
        <w:t>juhtimisarvestuse osakonnas</w:t>
      </w:r>
      <w:r>
        <w:rPr>
          <w:b/>
          <w:szCs w:val="24"/>
        </w:rPr>
        <w:t>, juhatuses</w:t>
      </w:r>
    </w:p>
    <w:p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</w:p>
    <w:p w:rsidR="00C05CBC" w:rsidRDefault="00C05CBC" w:rsidP="00C05CBC">
      <w:pPr>
        <w:jc w:val="both"/>
      </w:pPr>
      <w:r>
        <w:t xml:space="preserve">RMK </w:t>
      </w:r>
      <w:r w:rsidR="00EA3F05">
        <w:t>juhatuse esimehe</w:t>
      </w:r>
      <w:r>
        <w:t xml:space="preserve"> </w:t>
      </w:r>
      <w:r w:rsidRPr="00FA59AF">
        <w:t>0</w:t>
      </w:r>
      <w:r w:rsidR="00B80939">
        <w:t>2</w:t>
      </w:r>
      <w:r w:rsidRPr="00FA59AF">
        <w:t>.10</w:t>
      </w:r>
      <w:r>
        <w:t>.201</w:t>
      </w:r>
      <w:r w:rsidR="00B80939">
        <w:t>8</w:t>
      </w:r>
      <w:r w:rsidR="00EA3F05">
        <w:t>.a käskkirja nr 1-5/</w:t>
      </w:r>
      <w:r w:rsidR="00B80939">
        <w:t>82</w:t>
      </w:r>
      <w:r>
        <w:t xml:space="preserve"> “RMK valduses oleva vara (põhivara, bilansivälise vara</w:t>
      </w:r>
      <w:r w:rsidR="00EA3F05">
        <w:t>,</w:t>
      </w:r>
      <w:r>
        <w:t xml:space="preserve"> </w:t>
      </w:r>
      <w:r w:rsidR="00EA3F05">
        <w:t>sh</w:t>
      </w:r>
      <w:r>
        <w:t xml:space="preserve"> väikevara) 201</w:t>
      </w:r>
      <w:r w:rsidR="00B80939">
        <w:t>8</w:t>
      </w:r>
      <w:r>
        <w:t xml:space="preserve">. aasta inventuuri läbiviimine“ ja RMK juhatuse </w:t>
      </w:r>
      <w:r w:rsidR="000A3F4E">
        <w:t>06.</w:t>
      </w:r>
      <w:r w:rsidRPr="00FA59AF">
        <w:t>0</w:t>
      </w:r>
      <w:r w:rsidR="000A3F4E">
        <w:t>6</w:t>
      </w:r>
      <w:r w:rsidRPr="00FA59AF">
        <w:t>.201</w:t>
      </w:r>
      <w:r w:rsidR="00EA3F05">
        <w:t>7</w:t>
      </w:r>
      <w:r>
        <w:t>. a otsusega nr 1-32/</w:t>
      </w:r>
      <w:r w:rsidR="000A3F4E">
        <w:t>55</w:t>
      </w:r>
      <w:r>
        <w:t xml:space="preserve"> kinnitatud “RMK raamatupidamise sise-eeskiri“ punkti </w:t>
      </w:r>
      <w:r w:rsidRPr="00D9454C">
        <w:t>6.</w:t>
      </w:r>
      <w:r>
        <w:t>8.</w:t>
      </w:r>
      <w:r w:rsidRPr="00D9454C">
        <w:t xml:space="preserve"> </w:t>
      </w:r>
    </w:p>
    <w:p w:rsidR="00C05CBC" w:rsidRDefault="00C05CBC" w:rsidP="00C05CBC">
      <w:pPr>
        <w:pStyle w:val="BodyText"/>
      </w:pPr>
      <w:r>
        <w:tab/>
      </w:r>
    </w:p>
    <w:p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t xml:space="preserve">moodustan </w:t>
      </w:r>
      <w:r w:rsidR="000A3F4E">
        <w:rPr>
          <w:szCs w:val="24"/>
        </w:rPr>
        <w:t>raamatupidamisosakonna</w:t>
      </w:r>
      <w:r w:rsidRPr="00714717">
        <w:rPr>
          <w:szCs w:val="24"/>
        </w:rPr>
        <w:t>, personaliosakonna, õigusosakonna,</w:t>
      </w:r>
      <w:r>
        <w:rPr>
          <w:szCs w:val="24"/>
        </w:rPr>
        <w:t xml:space="preserve"> </w:t>
      </w:r>
      <w:r w:rsidRPr="00714717">
        <w:rPr>
          <w:szCs w:val="24"/>
        </w:rPr>
        <w:t xml:space="preserve">riigihangete osakonna, </w:t>
      </w:r>
      <w:r w:rsidR="000A3F4E">
        <w:rPr>
          <w:szCs w:val="24"/>
        </w:rPr>
        <w:t>teabehaldusosakonna</w:t>
      </w:r>
      <w:r w:rsidRPr="00714717">
        <w:rPr>
          <w:szCs w:val="24"/>
        </w:rPr>
        <w:t xml:space="preserve">, kommunikatsiooniosakonna, </w:t>
      </w:r>
      <w:r w:rsidR="00B80939">
        <w:rPr>
          <w:szCs w:val="24"/>
        </w:rPr>
        <w:t>juhtimisarvestuse osakonna</w:t>
      </w:r>
      <w:r w:rsidR="00E77C87">
        <w:rPr>
          <w:szCs w:val="24"/>
        </w:rPr>
        <w:t xml:space="preserve"> ja</w:t>
      </w:r>
      <w:r w:rsidRPr="00714717">
        <w:rPr>
          <w:szCs w:val="24"/>
        </w:rPr>
        <w:t xml:space="preserve"> juhatuse</w:t>
      </w:r>
      <w:r>
        <w:rPr>
          <w:szCs w:val="24"/>
        </w:rPr>
        <w:t xml:space="preserve"> valduses olevate varade inventeerimiskomisjoni järgmises koosseisus:</w:t>
      </w:r>
    </w:p>
    <w:p w:rsidR="00C05CBC" w:rsidRDefault="00C05CBC" w:rsidP="00C05CBC">
      <w:pPr>
        <w:ind w:left="360"/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esimees      Merike Eier, pearaamatupidaja</w:t>
      </w: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liige           Taimi Nõlvak, vanemraamatupidaja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>Inventeeritavate varade eest vastutav isik osaleb tema valduses oleva vara inventeerimise osas selgituse andjana.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Inventuur viia läbi </w:t>
      </w:r>
      <w:r w:rsidR="00DF7C18">
        <w:rPr>
          <w:szCs w:val="24"/>
        </w:rPr>
        <w:t>27</w:t>
      </w:r>
      <w:r w:rsidRPr="002848F2">
        <w:rPr>
          <w:szCs w:val="24"/>
        </w:rPr>
        <w:t xml:space="preserve">. </w:t>
      </w:r>
      <w:r w:rsidRPr="00D9454C">
        <w:rPr>
          <w:szCs w:val="24"/>
        </w:rPr>
        <w:t>novembril</w:t>
      </w:r>
      <w:r>
        <w:rPr>
          <w:szCs w:val="24"/>
        </w:rPr>
        <w:t xml:space="preserve"> seisuga 31. oktoober 201</w:t>
      </w:r>
      <w:r w:rsidR="00DF7C18">
        <w:rPr>
          <w:szCs w:val="24"/>
        </w:rPr>
        <w:t>8</w:t>
      </w:r>
      <w:r>
        <w:rPr>
          <w:szCs w:val="24"/>
        </w:rPr>
        <w:t>. a.</w:t>
      </w:r>
    </w:p>
    <w:p w:rsidR="00C05CBC" w:rsidRPr="00714717" w:rsidRDefault="00C05CBC" w:rsidP="00C05CBC">
      <w:pPr>
        <w:rPr>
          <w:szCs w:val="24"/>
        </w:rPr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E84383" w:rsidP="00C05CBC">
      <w:pPr>
        <w:jc w:val="both"/>
      </w:pPr>
      <w:r>
        <w:t>Aigar Kallas</w:t>
      </w:r>
    </w:p>
    <w:p w:rsidR="00C05CBC" w:rsidRDefault="00E84383" w:rsidP="00C05CBC">
      <w:r>
        <w:t>Juhatuse esimees</w:t>
      </w: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  <w:r>
        <w:t xml:space="preserve">Jaotuskava: </w:t>
      </w:r>
      <w:r w:rsidR="00E84383">
        <w:t>raamatupidamis</w:t>
      </w:r>
      <w:r>
        <w:t xml:space="preserve">osakond, personaliosakond, õigusosakond, riigihangete osakond, </w:t>
      </w:r>
      <w:r w:rsidR="00E84383">
        <w:t>teabe</w:t>
      </w:r>
      <w:r>
        <w:t xml:space="preserve">haldusosakond, kommunikatsiooniosakond, </w:t>
      </w:r>
      <w:r w:rsidR="00B80939">
        <w:t>juhtimisarvestuse osakond</w:t>
      </w:r>
      <w:r>
        <w:t>, juhatus.</w:t>
      </w:r>
    </w:p>
    <w:p w:rsidR="00C05CBC" w:rsidRDefault="00C05CBC" w:rsidP="00C05CBC"/>
    <w:p w:rsidR="00C05CBC" w:rsidRDefault="00C05CBC" w:rsidP="00C05CBC"/>
    <w:p w:rsidR="00C05CBC" w:rsidRDefault="00C05CBC" w:rsidP="00C05CBC">
      <w:r>
        <w:t>Merike Eier</w:t>
      </w:r>
    </w:p>
    <w:p w:rsidR="00C05CBC" w:rsidRDefault="00C05CBC" w:rsidP="00C05CBC">
      <w:r>
        <w:t>Pearaamatupidaja</w:t>
      </w:r>
    </w:p>
    <w:p w:rsidR="006F580F" w:rsidRPr="00C05CBC" w:rsidRDefault="00DF7C18" w:rsidP="00C05CBC">
      <w:pPr>
        <w:rPr>
          <w:spacing w:val="0"/>
          <w:szCs w:val="24"/>
        </w:rPr>
      </w:pPr>
      <w:r>
        <w:t>02</w:t>
      </w:r>
      <w:r w:rsidR="00C05CBC" w:rsidRPr="00B929D1">
        <w:t>. oktoober 201</w:t>
      </w:r>
      <w:r>
        <w:t>8</w:t>
      </w:r>
      <w:r w:rsidR="00C05CBC">
        <w:rPr>
          <w:spacing w:val="0"/>
          <w:szCs w:val="24"/>
        </w:rPr>
        <w:t>. a</w:t>
      </w:r>
    </w:p>
    <w:sectPr w:rsidR="006F580F" w:rsidRPr="00C05CB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61" w:rsidRDefault="00C71861">
      <w:r>
        <w:separator/>
      </w:r>
    </w:p>
  </w:endnote>
  <w:endnote w:type="continuationSeparator" w:id="0">
    <w:p w:rsidR="00C71861" w:rsidRDefault="00C7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61" w:rsidRDefault="00C71861">
      <w:r>
        <w:separator/>
      </w:r>
    </w:p>
  </w:footnote>
  <w:footnote w:type="continuationSeparator" w:id="0">
    <w:p w:rsidR="00C71861" w:rsidRDefault="00C71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C05CB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66B86703"/>
    <w:multiLevelType w:val="hybridMultilevel"/>
    <w:tmpl w:val="1FE4CC7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A3F4E"/>
    <w:rsid w:val="00100BFF"/>
    <w:rsid w:val="001C5601"/>
    <w:rsid w:val="004E6E61"/>
    <w:rsid w:val="00517A2D"/>
    <w:rsid w:val="00615CD9"/>
    <w:rsid w:val="006D73F2"/>
    <w:rsid w:val="006F580F"/>
    <w:rsid w:val="007126EE"/>
    <w:rsid w:val="008D72A7"/>
    <w:rsid w:val="00B80939"/>
    <w:rsid w:val="00C0581E"/>
    <w:rsid w:val="00C05CBC"/>
    <w:rsid w:val="00C71861"/>
    <w:rsid w:val="00CA1171"/>
    <w:rsid w:val="00DF7C18"/>
    <w:rsid w:val="00E77C87"/>
    <w:rsid w:val="00E84383"/>
    <w:rsid w:val="00EA3F05"/>
    <w:rsid w:val="00F0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67EC10E2.dotm</Template>
  <TotalTime>6</TotalTime>
  <Pages>1</Pages>
  <Words>133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1346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7</cp:revision>
  <cp:lastPrinted>2003-07-14T18:24:00Z</cp:lastPrinted>
  <dcterms:created xsi:type="dcterms:W3CDTF">2018-10-02T09:34:00Z</dcterms:created>
  <dcterms:modified xsi:type="dcterms:W3CDTF">2018-10-02T09:44:00Z</dcterms:modified>
</cp:coreProperties>
</file>